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04" w:rsidRDefault="00135D04">
      <w:pPr>
        <w:rPr>
          <w:rFonts w:cs="Times New Roman"/>
        </w:rPr>
      </w:pPr>
      <w:r w:rsidRPr="00592ABC"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0" o:spid="_x0000_i1025" type="#_x0000_t75" alt="1(1).jpg" style="width:415.5pt;height:587.25pt;visibility:visible">
            <v:imagedata r:id="rId6" o:title=""/>
          </v:shape>
        </w:pict>
      </w:r>
    </w:p>
    <w:p w:rsidR="00135D04" w:rsidRDefault="00135D04">
      <w:pPr>
        <w:rPr>
          <w:rFonts w:cs="Times New Roman"/>
        </w:rPr>
      </w:pPr>
    </w:p>
    <w:p w:rsidR="00135D04" w:rsidRDefault="00135D04">
      <w:pPr>
        <w:rPr>
          <w:rFonts w:cs="Times New Roman"/>
        </w:rPr>
      </w:pPr>
    </w:p>
    <w:p w:rsidR="00135D04" w:rsidRDefault="00135D04">
      <w:pPr>
        <w:rPr>
          <w:rFonts w:cs="Times New Roman"/>
        </w:rPr>
      </w:pPr>
    </w:p>
    <w:sectPr w:rsidR="00135D04" w:rsidSect="006612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D04" w:rsidRDefault="00135D04" w:rsidP="00652E5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35D04" w:rsidRDefault="00135D04" w:rsidP="00652E5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D04" w:rsidRDefault="00135D04" w:rsidP="00652E5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35D04" w:rsidRDefault="00135D04" w:rsidP="00652E5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E58"/>
    <w:rsid w:val="00135D04"/>
    <w:rsid w:val="001D376F"/>
    <w:rsid w:val="00221A36"/>
    <w:rsid w:val="002B372C"/>
    <w:rsid w:val="00503BD9"/>
    <w:rsid w:val="00592ABC"/>
    <w:rsid w:val="00652E58"/>
    <w:rsid w:val="00661238"/>
    <w:rsid w:val="00A34517"/>
    <w:rsid w:val="00AE60A1"/>
    <w:rsid w:val="00BE6620"/>
    <w:rsid w:val="00D3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23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52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52E58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52E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52E5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652E5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2E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吴德华</dc:creator>
  <cp:keywords/>
  <dc:description/>
  <cp:lastModifiedBy>User</cp:lastModifiedBy>
  <cp:revision>2</cp:revision>
  <dcterms:created xsi:type="dcterms:W3CDTF">2014-08-07T02:36:00Z</dcterms:created>
  <dcterms:modified xsi:type="dcterms:W3CDTF">2014-08-07T02:36:00Z</dcterms:modified>
</cp:coreProperties>
</file>